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8"/>
        <w:gridCol w:w="4898"/>
      </w:tblGrid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אפגוש</w:t>
            </w:r>
          </w:p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תצחקי</w:t>
            </w: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נצעק</w:t>
            </w:r>
          </w:p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</w:rPr>
            </w:pPr>
          </w:p>
        </w:tc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תלמדו</w:t>
            </w: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ינהג</w:t>
            </w:r>
          </w:p>
        </w:tc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תכתוב</w:t>
            </w:r>
          </w:p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</w:rPr>
            </w:pP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תלבשו</w:t>
            </w:r>
          </w:p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  <w:tc>
          <w:tcPr>
            <w:tcW w:w="4788" w:type="dxa"/>
          </w:tcPr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אדאג</w:t>
            </w:r>
          </w:p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  <w:tc>
          <w:tcPr>
            <w:tcW w:w="4788" w:type="dxa"/>
          </w:tcPr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ישמחו</w:t>
            </w: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תשמע</w:t>
            </w:r>
          </w:p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  <w:tc>
          <w:tcPr>
            <w:tcW w:w="4788" w:type="dxa"/>
          </w:tcPr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תשמור</w:t>
            </w: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  <w:tc>
          <w:tcPr>
            <w:tcW w:w="4788" w:type="dxa"/>
          </w:tcPr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יברח</w:t>
            </w:r>
          </w:p>
        </w:tc>
        <w:tc>
          <w:tcPr>
            <w:tcW w:w="4788" w:type="dxa"/>
          </w:tcPr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יפחדו</w:t>
            </w:r>
          </w:p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</w:tr>
      <w:tr w:rsidR="00C634DF" w:rsidRPr="005E08A5" w:rsidTr="005E08A5">
        <w:tc>
          <w:tcPr>
            <w:tcW w:w="4788" w:type="dxa"/>
          </w:tcPr>
          <w:p w:rsidR="00C634DF" w:rsidRPr="005E08A5" w:rsidRDefault="00C634DF" w:rsidP="005E08A5">
            <w:pPr>
              <w:bidi/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תזכּור</w:t>
            </w:r>
          </w:p>
        </w:tc>
        <w:tc>
          <w:tcPr>
            <w:tcW w:w="4788" w:type="dxa"/>
          </w:tcPr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  <w:r w:rsidRPr="005E08A5">
              <w:rPr>
                <w:rFonts w:cs="David" w:hint="cs"/>
                <w:b/>
                <w:bCs/>
                <w:sz w:val="180"/>
                <w:szCs w:val="180"/>
                <w:rtl/>
              </w:rPr>
              <w:t>ינהגו</w:t>
            </w:r>
          </w:p>
          <w:p w:rsidR="00C634DF" w:rsidRPr="005E08A5" w:rsidRDefault="00C634DF" w:rsidP="005E08A5">
            <w:pPr>
              <w:spacing w:after="0" w:line="240" w:lineRule="auto"/>
              <w:jc w:val="center"/>
              <w:rPr>
                <w:rFonts w:cs="David"/>
                <w:b/>
                <w:bCs/>
                <w:sz w:val="180"/>
                <w:szCs w:val="180"/>
                <w:rtl/>
              </w:rPr>
            </w:pPr>
          </w:p>
        </w:tc>
      </w:tr>
    </w:tbl>
    <w:p w:rsidR="00C634DF" w:rsidRPr="002E3538" w:rsidRDefault="00C634DF" w:rsidP="002E3538">
      <w:pPr>
        <w:jc w:val="center"/>
        <w:rPr>
          <w:rFonts w:cs="David"/>
          <w:b/>
          <w:bCs/>
          <w:sz w:val="180"/>
          <w:szCs w:val="180"/>
        </w:rPr>
      </w:pPr>
    </w:p>
    <w:sectPr w:rsidR="00C634DF" w:rsidRPr="002E3538" w:rsidSect="000B0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panose1 w:val="00000000000000000000"/>
    <w:charset w:val="B1"/>
    <w:family w:val="auto"/>
    <w:pitch w:val="variable"/>
    <w:sig w:usb0="00000801" w:usb1="10000000" w:usb2="00000000" w:usb3="00000000" w:csb0="8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6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538"/>
    <w:rsid w:val="000072F5"/>
    <w:rsid w:val="000B055A"/>
    <w:rsid w:val="001F793F"/>
    <w:rsid w:val="002E3538"/>
    <w:rsid w:val="00352BD4"/>
    <w:rsid w:val="003616B1"/>
    <w:rsid w:val="00576195"/>
    <w:rsid w:val="005E08A5"/>
    <w:rsid w:val="006F03C0"/>
    <w:rsid w:val="00703551"/>
    <w:rsid w:val="00B94635"/>
    <w:rsid w:val="00C634DF"/>
    <w:rsid w:val="00C651AB"/>
    <w:rsid w:val="00DD5C66"/>
    <w:rsid w:val="00EB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072F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072F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72F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72F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72F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72F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72F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72F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72F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72F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72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072F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072F5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072F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072F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72F5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072F5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072F5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072F5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0072F5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0072F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0072F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072F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072F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0072F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072F5"/>
    <w:rPr>
      <w:rFonts w:cs="Times New Roman"/>
      <w:i/>
      <w:iCs/>
    </w:rPr>
  </w:style>
  <w:style w:type="paragraph" w:styleId="NoSpacing">
    <w:name w:val="No Spacing"/>
    <w:link w:val="NoSpacingChar"/>
    <w:uiPriority w:val="99"/>
    <w:qFormat/>
    <w:rsid w:val="000072F5"/>
  </w:style>
  <w:style w:type="character" w:customStyle="1" w:styleId="NoSpacingChar">
    <w:name w:val="No Spacing Char"/>
    <w:basedOn w:val="DefaultParagraphFont"/>
    <w:link w:val="NoSpacing"/>
    <w:uiPriority w:val="99"/>
    <w:locked/>
    <w:rsid w:val="000072F5"/>
    <w:rPr>
      <w:rFonts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0072F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0072F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0072F5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072F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072F5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0072F5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0072F5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0072F5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0072F5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072F5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0072F5"/>
    <w:pPr>
      <w:outlineLvl w:val="9"/>
    </w:pPr>
  </w:style>
  <w:style w:type="table" w:styleId="TableGrid">
    <w:name w:val="Table Grid"/>
    <w:basedOn w:val="TableNormal"/>
    <w:uiPriority w:val="99"/>
    <w:rsid w:val="002E353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16</Words>
  <Characters>92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אפגוש</dc:title>
  <dc:subject/>
  <dc:creator>Nili Adler</dc:creator>
  <cp:keywords/>
  <dc:description/>
  <cp:lastModifiedBy>aschlezinger</cp:lastModifiedBy>
  <cp:revision>2</cp:revision>
  <cp:lastPrinted>2011-02-13T01:29:00Z</cp:lastPrinted>
  <dcterms:created xsi:type="dcterms:W3CDTF">2011-02-28T16:24:00Z</dcterms:created>
  <dcterms:modified xsi:type="dcterms:W3CDTF">2011-02-28T16:24:00Z</dcterms:modified>
</cp:coreProperties>
</file>